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D548839" w:rsidR="005C6DCE" w:rsidRPr="0080358B" w:rsidRDefault="005F47C1"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5F47C1"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0C689D1F" w:rsidR="006938F5" w:rsidRDefault="005F47C1" w:rsidP="006718D3">
            <w:pPr>
              <w:spacing w:after="0"/>
              <w:jc w:val="left"/>
            </w:pPr>
            <w:r>
              <w:t>DEFIS.B.3_B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1AC14A9" w:rsidR="006938F5" w:rsidRDefault="005F47C1" w:rsidP="006718D3">
            <w:pPr>
              <w:spacing w:after="0"/>
              <w:jc w:val="left"/>
            </w:pPr>
            <w:r>
              <w:t>348694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668802B" w:rsidR="4EEB584D" w:rsidRDefault="005F47C1" w:rsidP="14270372">
            <w:pPr>
              <w:spacing w:after="0"/>
              <w:jc w:val="left"/>
            </w:pPr>
            <w:r>
              <w:t>Q4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4F8D9CE" w:rsidR="006938F5" w:rsidRDefault="005F47C1"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7381B772" w:rsidR="3C2D33B5" w:rsidRDefault="005F47C1" w:rsidP="14270372">
            <w:pPr>
              <w:spacing w:after="0"/>
              <w:jc w:val="left"/>
            </w:pPr>
            <w:r>
              <w:t>Brussels</w:t>
            </w:r>
          </w:p>
          <w:p w14:paraId="6B7C1AA9" w14:textId="0442692C" w:rsidR="3C2D33B5" w:rsidRDefault="005F47C1" w:rsidP="14270372">
            <w:pPr>
              <w:spacing w:after="0"/>
              <w:jc w:val="left"/>
            </w:pPr>
            <w:r>
              <w:t>Bruxelles</w:t>
            </w:r>
          </w:p>
          <w:p w14:paraId="5C918E8F" w14:textId="05DDA5AE" w:rsidR="3C2D33B5" w:rsidRDefault="005F47C1"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97FF697" w:rsidR="006938F5" w:rsidRDefault="005F47C1" w:rsidP="006718D3">
            <w:pPr>
              <w:spacing w:after="0"/>
              <w:jc w:val="left"/>
            </w:pPr>
            <w:r>
              <w:t>With allowances</w:t>
            </w:r>
          </w:p>
          <w:p w14:paraId="02E31856" w14:textId="124505EF" w:rsidR="006938F5" w:rsidRDefault="005F47C1" w:rsidP="006718D3">
            <w:pPr>
              <w:spacing w:after="0"/>
              <w:jc w:val="left"/>
            </w:pPr>
            <w:r>
              <w:t>Avec indemnités</w:t>
            </w:r>
          </w:p>
          <w:p w14:paraId="720FD450" w14:textId="38DA3992" w:rsidR="006938F5" w:rsidRDefault="005F47C1"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5F776EA" w:rsidR="006938F5" w:rsidRDefault="005F47C1" w:rsidP="006718D3">
            <w:pPr>
              <w:spacing w:after="0"/>
              <w:jc w:val="left"/>
            </w:pPr>
            <w:r>
              <w:t>Member States</w:t>
            </w:r>
          </w:p>
          <w:p w14:paraId="2A7DF233" w14:textId="62C8B3F2" w:rsidR="006938F5" w:rsidRDefault="005F47C1" w:rsidP="006718D3">
            <w:pPr>
              <w:spacing w:after="0"/>
              <w:jc w:val="left"/>
            </w:pPr>
            <w:r>
              <w:t>États membres</w:t>
            </w:r>
          </w:p>
          <w:p w14:paraId="13C75E2E" w14:textId="12242E18" w:rsidR="006938F5" w:rsidRDefault="005F47C1"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A9154D6" w:rsidR="006938F5" w:rsidRDefault="005F47C1"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2081C42" w:rsidR="00A95A44" w:rsidRPr="00E61551" w:rsidRDefault="005F47C1"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92399E0" w14:textId="77777777" w:rsidR="005F47C1" w:rsidRDefault="005F47C1" w:rsidP="003C1977">
      <w:pPr>
        <w:spacing w:after="0"/>
      </w:pPr>
      <w:r>
        <w:t xml:space="preserve">The mission of DG DEFIS Directorate B - Defence Industrial Programmes - is to transform policy into action and deliver the EU's defence industrial policy agenda through fit-for-purpose programme design and negotiation, and effective implementation of existing programmes through smart programming and rigorous projects monitoring. The directorate manages existing industrial programmes, e.g. the European Defence Fund (EDF) and its precursor programmes, the Act in Support of Ammunition Production, the European Defence Industry Reinforcement through common Procurement Act, the European Defence Industry Programme, and provide technical expertise for future program design under the MFF 2028-2034. </w:t>
      </w:r>
    </w:p>
    <w:p w14:paraId="2C57356E" w14:textId="77777777" w:rsidR="005F47C1" w:rsidRDefault="005F47C1" w:rsidP="003C1977">
      <w:pPr>
        <w:spacing w:after="0"/>
      </w:pPr>
      <w:r>
        <w:t xml:space="preserve">In this context, in close collaboration and in a flexible set-up with the other units of Directorate B, unit DEFIS.B.3 manages the implementation of the defence industrial programmes, with a focus on complex defence systems and major capability development projects. Jointly with other departments of the directorate, the unit will be now rolling out the implementation of the various components of the European Defence Industry Programme (EDIP). </w:t>
      </w:r>
    </w:p>
    <w:p w14:paraId="384AD9A1" w14:textId="77777777" w:rsidR="005F47C1" w:rsidRDefault="005F47C1" w:rsidP="003C1977">
      <w:pPr>
        <w:spacing w:after="0"/>
      </w:pPr>
      <w:r>
        <w:t>The unit has approximately 35 staff members, composed of a mix of programme managers, project officers, lawyers and defence R&amp;D experts.</w:t>
      </w:r>
    </w:p>
    <w:p w14:paraId="2444BC8A" w14:textId="0D2AA6BA"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5D5FCC3" w14:textId="77777777" w:rsidR="005F47C1" w:rsidRDefault="005F47C1" w:rsidP="003C1977">
      <w:pPr>
        <w:spacing w:after="0"/>
      </w:pPr>
      <w:r>
        <w:t>Project Manager - Defence Development Programmes</w:t>
      </w:r>
    </w:p>
    <w:p w14:paraId="7E7A57F2" w14:textId="77777777" w:rsidR="005F47C1" w:rsidRDefault="005F47C1" w:rsidP="003C1977">
      <w:pPr>
        <w:spacing w:after="0"/>
      </w:pPr>
      <w:r>
        <w:t>She/he will contribute to the implementation of the European defence industrial programmes (in particular the European Defence Fund) and the promotion of the competitiveness of the European defence industry. She/he will need to maintain a high level of knowledge in one or more of defence technology areas of the programmes as well as develop knowledge in strategic programming and Union funding schemes. She/he will also contribute to increasing the efficiency of programme management in terms of optimization of processes and implementing procedures and systems to secure the management of sensitive information. She/he may also support the rolling out of new funding programmes and initiatives.</w:t>
      </w:r>
    </w:p>
    <w:p w14:paraId="5463FEB6" w14:textId="77777777" w:rsidR="005F47C1" w:rsidRDefault="005F47C1" w:rsidP="003C1977">
      <w:pPr>
        <w:spacing w:after="0"/>
      </w:pPr>
      <w:r>
        <w:t>Tasks include:</w:t>
      </w:r>
    </w:p>
    <w:p w14:paraId="19520379" w14:textId="77777777" w:rsidR="005F47C1" w:rsidRDefault="005F47C1" w:rsidP="003C1977">
      <w:pPr>
        <w:spacing w:after="0"/>
      </w:pPr>
      <w:r>
        <w:t>• Supporting in monitoring and project management of funded actions under the European defence programmes and in particular ensuring that projects are implemented in accordance with the provisions of the grant agreements. Ascertaining that milestones are reached and organising relevant follow-up of the projects,</w:t>
      </w:r>
    </w:p>
    <w:p w14:paraId="3350B295" w14:textId="77777777" w:rsidR="005F47C1" w:rsidRDefault="005F47C1" w:rsidP="003C1977">
      <w:pPr>
        <w:spacing w:after="0"/>
      </w:pPr>
      <w:r>
        <w:t>• Contributing to the preparation of calls for proposals and the work programmes for the European defence programmes, and in particular the European Defence Fund,</w:t>
      </w:r>
    </w:p>
    <w:p w14:paraId="06DCFEB9" w14:textId="77777777" w:rsidR="005F47C1" w:rsidRDefault="005F47C1" w:rsidP="003C1977">
      <w:pPr>
        <w:spacing w:after="0"/>
      </w:pPr>
      <w:r>
        <w:t>• Contribution to the rolling out and implementation of the European Defence Industry Programme (EDIP) and other funding initiatives,</w:t>
      </w:r>
    </w:p>
    <w:p w14:paraId="0834FABD" w14:textId="77777777" w:rsidR="005F47C1" w:rsidRDefault="005F47C1" w:rsidP="003C1977">
      <w:pPr>
        <w:spacing w:after="0"/>
      </w:pPr>
      <w:r>
        <w:lastRenderedPageBreak/>
        <w:t>• Contributing to the development and roll-out of procedures and (electronic) systems to secure the management of sensitive information,</w:t>
      </w:r>
    </w:p>
    <w:p w14:paraId="7D5B0F49" w14:textId="77777777" w:rsidR="005F47C1" w:rsidRDefault="005F47C1" w:rsidP="003C1977">
      <w:pPr>
        <w:spacing w:after="0"/>
      </w:pPr>
      <w:r>
        <w:t>• Contributing to communication and outreach activities.</w:t>
      </w:r>
    </w:p>
    <w:p w14:paraId="5665F4E4" w14:textId="77777777" w:rsidR="005F47C1" w:rsidRDefault="005F47C1" w:rsidP="003C1977">
      <w:pPr>
        <w:spacing w:after="0"/>
      </w:pPr>
      <w:r>
        <w:t>Project management activities are carried out in teams composed of lawyers, economists and engineers.</w:t>
      </w:r>
    </w:p>
    <w:p w14:paraId="4FA38409" w14:textId="296658B6"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C4F7C7D" w14:textId="77777777" w:rsidR="005F47C1" w:rsidRDefault="005F47C1" w:rsidP="00527473">
      <w:pPr>
        <w:spacing w:after="0"/>
        <w:jc w:val="left"/>
      </w:pPr>
      <w:r>
        <w:t>Diploma</w:t>
      </w:r>
    </w:p>
    <w:p w14:paraId="760BBEAE" w14:textId="77777777" w:rsidR="005F47C1" w:rsidRDefault="005F47C1" w:rsidP="00527473">
      <w:pPr>
        <w:spacing w:after="0"/>
        <w:jc w:val="left"/>
      </w:pPr>
      <w:r>
        <w:t>- university degree, or</w:t>
      </w:r>
    </w:p>
    <w:p w14:paraId="5ED30988" w14:textId="77777777" w:rsidR="005F47C1" w:rsidRDefault="005F47C1" w:rsidP="00527473">
      <w:pPr>
        <w:spacing w:after="0"/>
        <w:jc w:val="left"/>
      </w:pPr>
      <w:r>
        <w:t>- professional training or professional experience of an equivalent level</w:t>
      </w:r>
    </w:p>
    <w:p w14:paraId="5DD45BF6" w14:textId="77777777" w:rsidR="005F47C1" w:rsidRDefault="005F47C1" w:rsidP="00527473">
      <w:pPr>
        <w:spacing w:after="0"/>
        <w:jc w:val="left"/>
      </w:pPr>
      <w:r>
        <w:t>in the field(s): IT/Information technology; Engineering/STEM, Law; Economics; military</w:t>
      </w:r>
    </w:p>
    <w:p w14:paraId="3826EF2C" w14:textId="77777777" w:rsidR="005F47C1" w:rsidRDefault="005F47C1" w:rsidP="00527473">
      <w:pPr>
        <w:spacing w:after="0"/>
        <w:jc w:val="left"/>
      </w:pPr>
      <w:r>
        <w:t>Professional experience</w:t>
      </w:r>
    </w:p>
    <w:p w14:paraId="3A290647" w14:textId="77777777" w:rsidR="005F47C1" w:rsidRDefault="005F47C1" w:rsidP="00527473">
      <w:pPr>
        <w:spacing w:after="0"/>
        <w:jc w:val="left"/>
      </w:pPr>
      <w:r>
        <w:t xml:space="preserve">At least four years documented experience in tasks related to the ones described above. </w:t>
      </w:r>
    </w:p>
    <w:p w14:paraId="59BA5BBC" w14:textId="77777777" w:rsidR="005F47C1" w:rsidRDefault="005F47C1" w:rsidP="00527473">
      <w:pPr>
        <w:spacing w:after="0"/>
        <w:jc w:val="left"/>
      </w:pPr>
      <w:r>
        <w:t>Experience in conception, design, development and operations of naval combat / advanced sensors / MCBRN/ space defence technologies would be an important advantage.</w:t>
      </w:r>
    </w:p>
    <w:p w14:paraId="33C50CA3" w14:textId="77777777" w:rsidR="005F47C1" w:rsidRDefault="005F47C1" w:rsidP="00527473">
      <w:pPr>
        <w:spacing w:after="0"/>
        <w:jc w:val="left"/>
      </w:pPr>
      <w:r>
        <w:t>Practical experience with defence procurement in the context of defence systems would be an important advantage.</w:t>
      </w:r>
    </w:p>
    <w:p w14:paraId="13E41FB1" w14:textId="77777777" w:rsidR="005F47C1" w:rsidRDefault="005F47C1" w:rsidP="00527473">
      <w:pPr>
        <w:spacing w:after="0"/>
        <w:jc w:val="left"/>
      </w:pPr>
      <w:r>
        <w:t>Practical experience in project management would be a very important advantage.</w:t>
      </w:r>
    </w:p>
    <w:p w14:paraId="36638508" w14:textId="77777777" w:rsidR="005F47C1" w:rsidRDefault="005F47C1" w:rsidP="00527473">
      <w:pPr>
        <w:spacing w:after="0"/>
        <w:jc w:val="left"/>
      </w:pPr>
      <w:r>
        <w:t>Experience in information technology management and in developing and implementing procedures and (electronic) systems to secure the management of sensitive information would be an advantage.</w:t>
      </w:r>
    </w:p>
    <w:p w14:paraId="6DA536F4" w14:textId="77777777" w:rsidR="005F47C1" w:rsidRDefault="005F47C1" w:rsidP="00527473">
      <w:pPr>
        <w:spacing w:after="0"/>
        <w:jc w:val="left"/>
      </w:pPr>
      <w:r>
        <w:t>Language(s) necessary for the performance of duties</w:t>
      </w:r>
    </w:p>
    <w:p w14:paraId="3232C16F" w14:textId="77777777" w:rsidR="005F47C1" w:rsidRDefault="005F47C1" w:rsidP="00527473">
      <w:pPr>
        <w:spacing w:after="0"/>
        <w:jc w:val="left"/>
      </w:pPr>
      <w:r>
        <w:t>A good command of English is necessary for the performance of the duties and the efficient communication with internal and external stakeholders.</w:t>
      </w:r>
    </w:p>
    <w:p w14:paraId="35821DB3" w14:textId="77777777" w:rsidR="005F47C1" w:rsidRDefault="005F47C1" w:rsidP="00527473">
      <w:pPr>
        <w:spacing w:after="0"/>
        <w:jc w:val="left"/>
      </w:pPr>
      <w:r>
        <w:t>The post requires candidates to be in possession of a valid security clearance (PSC) at SECRET UE/EU SECRET level.</w:t>
      </w:r>
    </w:p>
    <w:p w14:paraId="0DE8C532" w14:textId="60339258"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10D090B" w:rsidR="0017274D" w:rsidRPr="008250D4" w:rsidRDefault="005F47C1"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ADD3BD9" w14:textId="77777777" w:rsidR="005F47C1" w:rsidRDefault="005F47C1" w:rsidP="00527473">
      <w:pPr>
        <w:spacing w:after="0"/>
        <w:rPr>
          <w:lang w:val="de-DE"/>
        </w:rPr>
      </w:pPr>
      <w:r>
        <w:rPr>
          <w:lang w:val="de-DE"/>
        </w:rPr>
        <w:t xml:space="preserve">La mission de la direction B de la DG DEFIS — Programmes industriels de défense — est de transformer la politique en action et de mettre en œuvre le programme de politique industrielle de défense de l’UE grâce à la conception et à la négociation de programmes adaptés à leur finalité, ainsi qu’à la mise en œuvre effective des programmes existants au moyen d’une programmation intelligente et d’un suivi rigoureux des projets. La direction gère les programmes industriels existants, par exemple le Fonds européen de la défense (FED) et ses programmes précurseurs, l’action de soutien à la production de munitions, l’instrument visant à renforcer l’industrie européenne de la défense au moyen d’acquisitions conjointes et le programme pour l’industrie européenne de la défense, et fournit une expertise technique pour la conception future des programmes au titre du CFP 2028-2034. </w:t>
      </w:r>
    </w:p>
    <w:p w14:paraId="3A2CCC8D" w14:textId="77777777" w:rsidR="005F47C1" w:rsidRDefault="005F47C1" w:rsidP="00527473">
      <w:pPr>
        <w:spacing w:after="0"/>
        <w:rPr>
          <w:lang w:val="de-DE"/>
        </w:rPr>
      </w:pPr>
      <w:r>
        <w:rPr>
          <w:lang w:val="de-DE"/>
        </w:rPr>
        <w:t xml:space="preserve">Dans ce contexte, en étroite collaboration et dans un cadre flexible avec les autres unités de la direction B, l’unité DEFIS.B.3 gère la mise en œuvre des programmes industriels de défense, en mettant l’accent sur les systèmes de défense complexes et les grands projets de développement des capacités. Conjointement avec d’autres services de la direction, l’unité va maintenant déployer la mise en œuvre des différentes composantes du programme pour l’industrie européenne de la défense (EDIP).  </w:t>
      </w:r>
    </w:p>
    <w:p w14:paraId="2351B3D3" w14:textId="77777777" w:rsidR="005F47C1" w:rsidRDefault="005F47C1" w:rsidP="00527473">
      <w:pPr>
        <w:spacing w:after="0"/>
        <w:rPr>
          <w:lang w:val="de-DE"/>
        </w:rPr>
      </w:pPr>
      <w:r>
        <w:rPr>
          <w:lang w:val="de-DE"/>
        </w:rPr>
        <w:t>L’unité compte environ 35 membres du personnel, composés d’une combinaison de gestionnaires de programmes, de responsables de projets, de juristes et d’experts en R &amp; D dans le domaine de la défense.</w:t>
      </w:r>
    </w:p>
    <w:p w14:paraId="6810D07E" w14:textId="73A8870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A3A547A" w14:textId="77777777" w:rsidR="005F47C1" w:rsidRDefault="005F47C1" w:rsidP="00527473">
      <w:pPr>
        <w:spacing w:after="0"/>
        <w:jc w:val="left"/>
        <w:rPr>
          <w:lang w:val="de-DE"/>
        </w:rPr>
      </w:pPr>
      <w:r>
        <w:rPr>
          <w:lang w:val="de-DE"/>
        </w:rPr>
        <w:t>Chef de projet — Programmes de développement de la défense</w:t>
      </w:r>
    </w:p>
    <w:p w14:paraId="447C0245" w14:textId="77777777" w:rsidR="005F47C1" w:rsidRDefault="005F47C1" w:rsidP="00527473">
      <w:pPr>
        <w:spacing w:after="0"/>
        <w:jc w:val="left"/>
        <w:rPr>
          <w:lang w:val="de-DE"/>
        </w:rPr>
      </w:pPr>
      <w:r>
        <w:rPr>
          <w:lang w:val="de-DE"/>
        </w:rPr>
        <w:t xml:space="preserve">Il/elle contribuera à la mise en œuvre des programmes pour l’industrie européenne de la défense (en particulier le Fonds européen de la défense) et à la promotion de la compétitivité de l’industrie européenne de la défense. Il/elle devra maintenir un niveau élevé de connaissances dans un ou plusieurs domaines des technologies de défense des programmes et développer des connaissances en matière de programmation stratégique et de régimes de financement de l’Union. Il contribuera également à accroître l’efficacité de la gestion des programmes en termes d’optimisation des processus et de mise en œuvre des procédures et systèmes visant à garantir la gestion des informations sensibles. Il peut également soutenir le déploiement de nouveaux programmes et initiatives de financement. </w:t>
      </w:r>
    </w:p>
    <w:p w14:paraId="335D25EC" w14:textId="77777777" w:rsidR="005F47C1" w:rsidRDefault="005F47C1" w:rsidP="00527473">
      <w:pPr>
        <w:spacing w:after="0"/>
        <w:jc w:val="left"/>
        <w:rPr>
          <w:lang w:val="de-DE"/>
        </w:rPr>
      </w:pPr>
      <w:r>
        <w:rPr>
          <w:lang w:val="de-DE"/>
        </w:rPr>
        <w:t xml:space="preserve">Les tâches à accomplir sont notamment les suivantes: </w:t>
      </w:r>
    </w:p>
    <w:p w14:paraId="6C5B9240" w14:textId="77777777" w:rsidR="005F47C1" w:rsidRDefault="005F47C1" w:rsidP="00527473">
      <w:pPr>
        <w:spacing w:after="0"/>
        <w:jc w:val="left"/>
        <w:rPr>
          <w:lang w:val="de-DE"/>
        </w:rPr>
      </w:pPr>
      <w:r>
        <w:rPr>
          <w:lang w:val="de-DE"/>
        </w:rPr>
        <w:t>• Soutenir le suivi et la gestion de projets d’actions financées dans le cadre des programmes de défense européens et, en particulier, veiller à ce que les projets soient mis en œuvre conformément aux dispositions des conventions de subvention. S’assurer que les étapes sont franchies et organiser le suivi approprié des projets,</w:t>
      </w:r>
    </w:p>
    <w:p w14:paraId="1204D67D" w14:textId="77777777" w:rsidR="005F47C1" w:rsidRDefault="005F47C1" w:rsidP="00527473">
      <w:pPr>
        <w:spacing w:after="0"/>
        <w:jc w:val="left"/>
        <w:rPr>
          <w:lang w:val="de-DE"/>
        </w:rPr>
      </w:pPr>
      <w:r>
        <w:rPr>
          <w:lang w:val="de-DE"/>
        </w:rPr>
        <w:t>• Contribuer à la préparation des appels à propositions et des programmes de travail pour les programmes européens de défense, et en particulier le Fonds européen de la défense,</w:t>
      </w:r>
    </w:p>
    <w:p w14:paraId="1FDCFE12" w14:textId="77777777" w:rsidR="005F47C1" w:rsidRDefault="005F47C1" w:rsidP="00527473">
      <w:pPr>
        <w:spacing w:after="0"/>
        <w:jc w:val="left"/>
        <w:rPr>
          <w:lang w:val="de-DE"/>
        </w:rPr>
      </w:pPr>
      <w:r>
        <w:rPr>
          <w:lang w:val="de-DE"/>
        </w:rPr>
        <w:t>• Contribution au déploiement et à la mise en œuvre du programme pour l’industrie européenne de la défense (EDIP) et d’autres initiatives de financement,</w:t>
      </w:r>
    </w:p>
    <w:p w14:paraId="686282C9" w14:textId="77777777" w:rsidR="005F47C1" w:rsidRDefault="005F47C1" w:rsidP="00527473">
      <w:pPr>
        <w:spacing w:after="0"/>
        <w:jc w:val="left"/>
        <w:rPr>
          <w:lang w:val="de-DE"/>
        </w:rPr>
      </w:pPr>
      <w:r>
        <w:rPr>
          <w:lang w:val="de-DE"/>
        </w:rPr>
        <w:t>• Contribuer au développement et au déploiement de procédures et de systèmes (électroniques) visant à sécuriser la gestion des informations sensibles,</w:t>
      </w:r>
    </w:p>
    <w:p w14:paraId="08986BD6" w14:textId="77777777" w:rsidR="005F47C1" w:rsidRDefault="005F47C1" w:rsidP="00527473">
      <w:pPr>
        <w:spacing w:after="0"/>
        <w:jc w:val="left"/>
        <w:rPr>
          <w:lang w:val="de-DE"/>
        </w:rPr>
      </w:pPr>
      <w:r>
        <w:rPr>
          <w:lang w:val="de-DE"/>
        </w:rPr>
        <w:t xml:space="preserve">• Contribuer aux activités de communication et de sensibilisation.  </w:t>
      </w:r>
    </w:p>
    <w:p w14:paraId="2666D273" w14:textId="77777777" w:rsidR="005F47C1" w:rsidRDefault="005F47C1" w:rsidP="00527473">
      <w:pPr>
        <w:spacing w:after="0"/>
        <w:jc w:val="left"/>
        <w:rPr>
          <w:lang w:val="de-DE"/>
        </w:rPr>
      </w:pPr>
      <w:r>
        <w:rPr>
          <w:lang w:val="de-DE"/>
        </w:rPr>
        <w:t>Les activités de gestion de projets sont menées par des équipes composées d’avocats, d’économistes et d’ingénieurs.</w:t>
      </w:r>
    </w:p>
    <w:p w14:paraId="59404C02" w14:textId="3E60E610"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E92C4D8" w14:textId="77777777" w:rsidR="005F47C1" w:rsidRDefault="005F47C1" w:rsidP="00527473">
      <w:pPr>
        <w:spacing w:after="0"/>
        <w:rPr>
          <w:lang w:val="de-DE"/>
        </w:rPr>
      </w:pPr>
      <w:r>
        <w:rPr>
          <w:lang w:val="de-DE"/>
        </w:rPr>
        <w:t>Diplôme</w:t>
      </w:r>
    </w:p>
    <w:p w14:paraId="31A1B6A0" w14:textId="77777777" w:rsidR="005F47C1" w:rsidRDefault="005F47C1" w:rsidP="00527473">
      <w:pPr>
        <w:spacing w:after="0"/>
        <w:rPr>
          <w:lang w:val="de-DE"/>
        </w:rPr>
      </w:pPr>
      <w:r>
        <w:rPr>
          <w:lang w:val="de-DE"/>
        </w:rPr>
        <w:t>— diplôme universitaire, ou</w:t>
      </w:r>
    </w:p>
    <w:p w14:paraId="1040D030" w14:textId="77777777" w:rsidR="005F47C1" w:rsidRDefault="005F47C1" w:rsidP="00527473">
      <w:pPr>
        <w:spacing w:after="0"/>
        <w:rPr>
          <w:lang w:val="de-DE"/>
        </w:rPr>
      </w:pPr>
      <w:r>
        <w:rPr>
          <w:lang w:val="de-DE"/>
        </w:rPr>
        <w:t>— formation professionnelle ou expérience professionnelle de niveau équivalent</w:t>
      </w:r>
    </w:p>
    <w:p w14:paraId="31CC05A5" w14:textId="77777777" w:rsidR="005F47C1" w:rsidRDefault="005F47C1" w:rsidP="00527473">
      <w:pPr>
        <w:spacing w:after="0"/>
        <w:rPr>
          <w:lang w:val="de-DE"/>
        </w:rPr>
      </w:pPr>
      <w:r>
        <w:rPr>
          <w:lang w:val="de-DE"/>
        </w:rPr>
        <w:t>dans le (s) domaine (s): Informatique/technologies de l’information; Ingénierie/STEM, droit; Économie; militaires</w:t>
      </w:r>
    </w:p>
    <w:p w14:paraId="78B3A2B0" w14:textId="77777777" w:rsidR="005F47C1" w:rsidRDefault="005F47C1" w:rsidP="00527473">
      <w:pPr>
        <w:spacing w:after="0"/>
        <w:rPr>
          <w:lang w:val="de-DE"/>
        </w:rPr>
      </w:pPr>
      <w:r>
        <w:rPr>
          <w:lang w:val="de-DE"/>
        </w:rPr>
        <w:t>Expérience professionnelle</w:t>
      </w:r>
    </w:p>
    <w:p w14:paraId="0E7BA2B9" w14:textId="77777777" w:rsidR="005F47C1" w:rsidRDefault="005F47C1" w:rsidP="00527473">
      <w:pPr>
        <w:spacing w:after="0"/>
        <w:rPr>
          <w:lang w:val="de-DE"/>
        </w:rPr>
      </w:pPr>
      <w:r>
        <w:rPr>
          <w:lang w:val="de-DE"/>
        </w:rPr>
        <w:t xml:space="preserve">Au moins quatre ans d’expérience attestée dans des tâches liées à celles décrites ci-dessus. </w:t>
      </w:r>
    </w:p>
    <w:p w14:paraId="1E6DE5AC" w14:textId="77777777" w:rsidR="005F47C1" w:rsidRDefault="005F47C1" w:rsidP="00527473">
      <w:pPr>
        <w:spacing w:after="0"/>
        <w:rPr>
          <w:lang w:val="de-DE"/>
        </w:rPr>
      </w:pPr>
      <w:r>
        <w:rPr>
          <w:lang w:val="de-DE"/>
        </w:rPr>
        <w:t xml:space="preserve">Une expérience de la conception, de la conception, du développement et des opérations de combat naval/de capteurs avancés/de technologies MCBRN/de défense spatiale constituerait un avantage important. </w:t>
      </w:r>
    </w:p>
    <w:p w14:paraId="0F9DEF7E" w14:textId="77777777" w:rsidR="005F47C1" w:rsidRDefault="005F47C1" w:rsidP="00527473">
      <w:pPr>
        <w:spacing w:after="0"/>
        <w:rPr>
          <w:lang w:val="de-DE"/>
        </w:rPr>
      </w:pPr>
      <w:r>
        <w:rPr>
          <w:lang w:val="de-DE"/>
        </w:rPr>
        <w:t xml:space="preserve">Une expérience pratique des marchés publics dans le domaine de la défense dans le contexte des systèmes de défense constituerait un avantage important. </w:t>
      </w:r>
    </w:p>
    <w:p w14:paraId="418FC7BE" w14:textId="77777777" w:rsidR="005F47C1" w:rsidRDefault="005F47C1" w:rsidP="00527473">
      <w:pPr>
        <w:spacing w:after="0"/>
        <w:rPr>
          <w:lang w:val="de-DE"/>
        </w:rPr>
      </w:pPr>
      <w:r>
        <w:rPr>
          <w:lang w:val="de-DE"/>
        </w:rPr>
        <w:t xml:space="preserve">Une expérience pratique de la gestion de projets serait un atout très important. </w:t>
      </w:r>
    </w:p>
    <w:p w14:paraId="6398BE79" w14:textId="77777777" w:rsidR="005F47C1" w:rsidRDefault="005F47C1" w:rsidP="00527473">
      <w:pPr>
        <w:spacing w:after="0"/>
        <w:rPr>
          <w:lang w:val="de-DE"/>
        </w:rPr>
      </w:pPr>
      <w:r>
        <w:rPr>
          <w:lang w:val="de-DE"/>
        </w:rPr>
        <w:t xml:space="preserve">Une expérience dans la gestion des technologies de l’information ainsi que dans le développement et la mise en œuvre de procédures et de systèmes (électroniques) visant à sécuriser la gestion d’informations sensibles serait un atout. </w:t>
      </w:r>
    </w:p>
    <w:p w14:paraId="4C42CE58" w14:textId="77777777" w:rsidR="005F47C1" w:rsidRDefault="005F47C1" w:rsidP="00527473">
      <w:pPr>
        <w:spacing w:after="0"/>
        <w:rPr>
          <w:lang w:val="de-DE"/>
        </w:rPr>
      </w:pPr>
      <w:r>
        <w:rPr>
          <w:lang w:val="de-DE"/>
        </w:rPr>
        <w:t>Langue (s) nécessaire (s) à l’exercice des fonctions</w:t>
      </w:r>
    </w:p>
    <w:p w14:paraId="360AD3AA" w14:textId="77777777" w:rsidR="005F47C1" w:rsidRDefault="005F47C1" w:rsidP="00527473">
      <w:pPr>
        <w:spacing w:after="0"/>
        <w:rPr>
          <w:lang w:val="de-DE"/>
        </w:rPr>
      </w:pPr>
      <w:r>
        <w:rPr>
          <w:lang w:val="de-DE"/>
        </w:rPr>
        <w:t xml:space="preserve">Une bonne maîtrise de l’anglais est nécessaire à l’exercice des fonctions et à une communication efficace avec les parties prenantes internes et externes.  </w:t>
      </w:r>
    </w:p>
    <w:p w14:paraId="2F31B168" w14:textId="77777777" w:rsidR="005F47C1" w:rsidRDefault="005F47C1" w:rsidP="00527473">
      <w:pPr>
        <w:spacing w:after="0"/>
        <w:rPr>
          <w:lang w:val="de-DE"/>
        </w:rPr>
      </w:pPr>
      <w:r>
        <w:rPr>
          <w:lang w:val="de-DE"/>
        </w:rPr>
        <w:t>Le poste requiert que les candidats soient en possession d’une habilitation de sécurité (HSP) en cours de validité au niveau SECRET UE/EU SECRET.</w:t>
      </w:r>
    </w:p>
    <w:p w14:paraId="7B92B82C" w14:textId="00B15C61"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0200A257" w:rsidR="0017274D" w:rsidRPr="00E61551" w:rsidRDefault="005F47C1"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1CF9C1F" w14:textId="77777777" w:rsidR="005F47C1" w:rsidRDefault="005F47C1" w:rsidP="00527473">
      <w:pPr>
        <w:spacing w:after="0"/>
        <w:rPr>
          <w:lang w:val="de-DE"/>
        </w:rPr>
      </w:pPr>
      <w:r>
        <w:rPr>
          <w:lang w:val="de-DE"/>
        </w:rPr>
        <w:t xml:space="preserve">Die Aufgabe der Direktion B „Programme für die Verteidigungsindustrie“ der GD DEFIS besteht darin, die Politik in die Tat umzusetzen und die industriepolitische Agenda der EU im Verteidigungsbereich durch zweckmäßige Programmgestaltung und Verhandlungen sowie die wirksame Umsetzung bestehender Programme durch intelligente Programmplanung und strenge Projektüberwachung umzusetzen. Die Direktion verwaltet bestehende Industrieprogramme, z. B. den Europäischen Verteidigungsfonds (EVF) und seine Vorläuferprogramme, die Verordnung zur Förderung der Munitionsproduktion, die Verordnung zur Einrichtung des Instruments zur Stärkung der europäischen Verteidigungsindustrie durch gemeinsame Beschaffung und das Programm für die europäische Verteidigungsindustrie, und stellt technisches Fachwissen für die künftige Programmgestaltung im Rahmen des MFR 2028-2034 bereit. </w:t>
      </w:r>
    </w:p>
    <w:p w14:paraId="7551B1A6" w14:textId="77777777" w:rsidR="005F47C1" w:rsidRDefault="005F47C1" w:rsidP="00527473">
      <w:pPr>
        <w:spacing w:after="0"/>
        <w:rPr>
          <w:lang w:val="de-DE"/>
        </w:rPr>
      </w:pPr>
      <w:r>
        <w:rPr>
          <w:lang w:val="de-DE"/>
        </w:rPr>
        <w:t xml:space="preserve">In diesem Zusammenhang verwaltet das Referat DEFIS.B.3 in enger Zusammenarbeit und in einem flexiblen Rahmen mit den anderen Referaten der Direktion B die Durchführung der Programme für die Verteidigungsindustrie, wobei der Schwerpunkt auf komplexen Verteidigungssystemen und großen Projekten zur Fähigkeitenentwicklung liegt. Gemeinsam mit anderen Abteilungen der Direktion wird das Referat nun die Umsetzung der verschiedenen Komponenten des Programms für die europäische Verteidigungsindustrie (EDIP) einleiten.  </w:t>
      </w:r>
    </w:p>
    <w:p w14:paraId="7B21440A" w14:textId="77777777" w:rsidR="005F47C1" w:rsidRDefault="005F47C1" w:rsidP="00527473">
      <w:pPr>
        <w:spacing w:after="0"/>
        <w:rPr>
          <w:lang w:val="de-DE"/>
        </w:rPr>
      </w:pPr>
      <w:r>
        <w:rPr>
          <w:lang w:val="de-DE"/>
        </w:rPr>
        <w:t>Das Referat hat rund 35 Mitarbeiter, die sich aus Programmmanagern, Projektleitern, Rechtsanwälten und FuE-Experten im Verteidigungsbereich zusammensetzen.</w:t>
      </w:r>
    </w:p>
    <w:p w14:paraId="2B6785AE" w14:textId="11AED4AA"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4C939489" w14:textId="77777777" w:rsidR="005F47C1" w:rsidRDefault="005F47C1" w:rsidP="00527473">
      <w:pPr>
        <w:spacing w:after="0"/>
        <w:rPr>
          <w:lang w:val="de-DE"/>
        </w:rPr>
      </w:pPr>
      <w:r>
        <w:rPr>
          <w:lang w:val="de-DE"/>
        </w:rPr>
        <w:t>Projektmanager – Entwicklungsprogramme im Verteidigungsbereich</w:t>
      </w:r>
    </w:p>
    <w:p w14:paraId="1F7E4A71" w14:textId="77777777" w:rsidR="005F47C1" w:rsidRDefault="005F47C1" w:rsidP="00527473">
      <w:pPr>
        <w:spacing w:after="0"/>
        <w:rPr>
          <w:lang w:val="de-DE"/>
        </w:rPr>
      </w:pPr>
      <w:r>
        <w:rPr>
          <w:lang w:val="de-DE"/>
        </w:rPr>
        <w:t xml:space="preserve">Er/sie wird zur Umsetzung der Programme für die europäische Verteidigungsindustrie (insbesondere des Europäischen Verteidigungsfonds) und zur Förderung der Wettbewerbsfähigkeit der europäischen Verteidigungsindustrie beitragen. Er/sie muss ein hohes Maß an Wissen in einem oder mehreren Bereichen der Verteidigungstechnologie der Programme aufrechterhalten und Wissen über die strategische Programmplanung und die Finanzierungsprogramme der Union entwickeln. Er/sie wird auch dazu beitragen, die Effizienz der Programmverwaltung im Hinblick auf die Optimierung von Prozessen und die Umsetzung von Verfahren und Systemen zur Gewährleistung der Verwaltung sensibler Informationen zu erhöhen. Er/sie kann auch die Einführung neuer Finanzierungsprogramme und -initiativen unterstützen. </w:t>
      </w:r>
    </w:p>
    <w:p w14:paraId="099DEAFE" w14:textId="77777777" w:rsidR="005F47C1" w:rsidRDefault="005F47C1" w:rsidP="00527473">
      <w:pPr>
        <w:spacing w:after="0"/>
        <w:rPr>
          <w:lang w:val="de-DE"/>
        </w:rPr>
      </w:pPr>
      <w:r>
        <w:rPr>
          <w:lang w:val="de-DE"/>
        </w:rPr>
        <w:t xml:space="preserve">Zu den Aufgaben gehören: </w:t>
      </w:r>
    </w:p>
    <w:p w14:paraId="781A27E7" w14:textId="77777777" w:rsidR="005F47C1" w:rsidRDefault="005F47C1" w:rsidP="00527473">
      <w:pPr>
        <w:spacing w:after="0"/>
        <w:rPr>
          <w:lang w:val="de-DE"/>
        </w:rPr>
      </w:pPr>
      <w:r>
        <w:rPr>
          <w:lang w:val="de-DE"/>
        </w:rPr>
        <w:t>• Unterstützung bei der Überwachung und dem Projektmanagement der im Rahmen der europäischen Verteidigungsprogramme finanzierten Maßnahmen und insbesondere Gewährleistung, dass die Projekte im Einklang mit den Bestimmungen der Finanzhilfevereinbarungen durchgeführt werden. Sicherstellung, dass Meilensteine erreicht werden, und Organisation entsprechender Folgemaßnahmen zu den Projekten,</w:t>
      </w:r>
    </w:p>
    <w:p w14:paraId="7431F04D" w14:textId="77777777" w:rsidR="005F47C1" w:rsidRDefault="005F47C1" w:rsidP="00527473">
      <w:pPr>
        <w:spacing w:after="0"/>
        <w:rPr>
          <w:lang w:val="de-DE"/>
        </w:rPr>
      </w:pPr>
      <w:r>
        <w:rPr>
          <w:lang w:val="de-DE"/>
        </w:rPr>
        <w:t>• Mitwirkung an der Vorbereitung von Aufforderungen zur Einreichung von Vorschlägen und der Arbeitsprogramme für die europäischen Verteidigungsprogramme, insbesondere den Europäischen Verteidigungsfonds;</w:t>
      </w:r>
    </w:p>
    <w:p w14:paraId="614EC2D9" w14:textId="77777777" w:rsidR="005F47C1" w:rsidRDefault="005F47C1" w:rsidP="00527473">
      <w:pPr>
        <w:spacing w:after="0"/>
        <w:rPr>
          <w:lang w:val="de-DE"/>
        </w:rPr>
      </w:pPr>
      <w:r>
        <w:rPr>
          <w:lang w:val="de-DE"/>
        </w:rPr>
        <w:t>• Beitrag zur Einführung und Umsetzung des Programms für die europäische Verteidigungsindustrie (EDIP) und anderer Finanzierungsinitiativen,</w:t>
      </w:r>
    </w:p>
    <w:p w14:paraId="014708EB" w14:textId="77777777" w:rsidR="005F47C1" w:rsidRDefault="005F47C1" w:rsidP="00527473">
      <w:pPr>
        <w:spacing w:after="0"/>
        <w:rPr>
          <w:lang w:val="de-DE"/>
        </w:rPr>
      </w:pPr>
      <w:r>
        <w:rPr>
          <w:lang w:val="de-DE"/>
        </w:rPr>
        <w:t>• Beitrag zur Entwicklung und Einführung von Verfahren und (elektronischen) Systemen zur Gewährleistung der Verwaltung sensibler Informationen;</w:t>
      </w:r>
    </w:p>
    <w:p w14:paraId="18868F4A" w14:textId="77777777" w:rsidR="005F47C1" w:rsidRDefault="005F47C1" w:rsidP="00527473">
      <w:pPr>
        <w:spacing w:after="0"/>
        <w:rPr>
          <w:lang w:val="de-DE"/>
        </w:rPr>
      </w:pPr>
      <w:r>
        <w:rPr>
          <w:lang w:val="de-DE"/>
        </w:rPr>
        <w:t xml:space="preserve">• Beitrag zu Kommunikations- und Öffentlichkeitsarbeit.  </w:t>
      </w:r>
    </w:p>
    <w:p w14:paraId="449F8EE9" w14:textId="77777777" w:rsidR="005F47C1" w:rsidRDefault="005F47C1" w:rsidP="00527473">
      <w:pPr>
        <w:spacing w:after="0"/>
        <w:rPr>
          <w:lang w:val="de-DE"/>
        </w:rPr>
      </w:pPr>
      <w:r>
        <w:rPr>
          <w:lang w:val="de-DE"/>
        </w:rPr>
        <w:t>Projektmanagementtätigkeiten werden in Teams durchgeführt, die sich aus Juristen, Wirtschaftswissenschaftlern und Ingenieuren zusammensetzen.</w:t>
      </w:r>
    </w:p>
    <w:p w14:paraId="2BE34DBA" w14:textId="7D33BB26"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A607C9F" w14:textId="77777777" w:rsidR="005F47C1" w:rsidRDefault="005F47C1" w:rsidP="00527473">
      <w:pPr>
        <w:spacing w:after="0"/>
        <w:rPr>
          <w:lang w:val="en-US"/>
        </w:rPr>
      </w:pPr>
      <w:r>
        <w:rPr>
          <w:lang w:val="en-US"/>
        </w:rPr>
        <w:t>Abschlusszeugnis</w:t>
      </w:r>
    </w:p>
    <w:p w14:paraId="4795C9A3" w14:textId="77777777" w:rsidR="005F47C1" w:rsidRDefault="005F47C1" w:rsidP="00527473">
      <w:pPr>
        <w:spacing w:after="0"/>
        <w:rPr>
          <w:lang w:val="en-US"/>
        </w:rPr>
      </w:pPr>
      <w:r>
        <w:rPr>
          <w:lang w:val="en-US"/>
        </w:rPr>
        <w:t>— Hochschulabschluss oder</w:t>
      </w:r>
    </w:p>
    <w:p w14:paraId="3EF8BFB8" w14:textId="77777777" w:rsidR="005F47C1" w:rsidRDefault="005F47C1" w:rsidP="00527473">
      <w:pPr>
        <w:spacing w:after="0"/>
        <w:rPr>
          <w:lang w:val="en-US"/>
        </w:rPr>
      </w:pPr>
      <w:r>
        <w:rPr>
          <w:lang w:val="en-US"/>
        </w:rPr>
        <w:t>— eine gleichwertige Berufsausbildung oder Berufserfahrung</w:t>
      </w:r>
    </w:p>
    <w:p w14:paraId="0E9430BE" w14:textId="77777777" w:rsidR="005F47C1" w:rsidRDefault="005F47C1" w:rsidP="00527473">
      <w:pPr>
        <w:spacing w:after="0"/>
        <w:rPr>
          <w:lang w:val="en-US"/>
        </w:rPr>
      </w:pPr>
      <w:r>
        <w:rPr>
          <w:lang w:val="en-US"/>
        </w:rPr>
        <w:t>in dem/den Bereich(en): IT/Informationstechnologie; Ingenieurwesen/MINT, Recht; Wirtschaft; militärisch</w:t>
      </w:r>
    </w:p>
    <w:p w14:paraId="41693506" w14:textId="77777777" w:rsidR="005F47C1" w:rsidRDefault="005F47C1" w:rsidP="00527473">
      <w:pPr>
        <w:spacing w:after="0"/>
        <w:rPr>
          <w:lang w:val="en-US"/>
        </w:rPr>
      </w:pPr>
      <w:r>
        <w:rPr>
          <w:lang w:val="en-US"/>
        </w:rPr>
        <w:t>Berufserfahrung</w:t>
      </w:r>
    </w:p>
    <w:p w14:paraId="42C02A53" w14:textId="77777777" w:rsidR="005F47C1" w:rsidRDefault="005F47C1" w:rsidP="00527473">
      <w:pPr>
        <w:spacing w:after="0"/>
        <w:rPr>
          <w:lang w:val="en-US"/>
        </w:rPr>
      </w:pPr>
      <w:r>
        <w:rPr>
          <w:lang w:val="en-US"/>
        </w:rPr>
        <w:t xml:space="preserve">Mindestens vier Jahre nachweisliche Erfahrung mit Aufgaben im Zusammenhang mit den oben beschriebenen Aufgaben. </w:t>
      </w:r>
    </w:p>
    <w:p w14:paraId="6C00BD57" w14:textId="77777777" w:rsidR="005F47C1" w:rsidRDefault="005F47C1" w:rsidP="00527473">
      <w:pPr>
        <w:spacing w:after="0"/>
        <w:rPr>
          <w:lang w:val="en-US"/>
        </w:rPr>
      </w:pPr>
      <w:r>
        <w:rPr>
          <w:lang w:val="en-US"/>
        </w:rPr>
        <w:t xml:space="preserve">Erfahrung in der Konzeption, dem Entwurf, der Entwicklung und dem Betrieb von Marinekampf-/fortgeschrittenen Sensoren/MCBRN-/Weltraumverteidigungstechnologien wäre von großem Vorteil. </w:t>
      </w:r>
    </w:p>
    <w:p w14:paraId="2C92FB42" w14:textId="77777777" w:rsidR="005F47C1" w:rsidRDefault="005F47C1" w:rsidP="00527473">
      <w:pPr>
        <w:spacing w:after="0"/>
        <w:rPr>
          <w:lang w:val="en-US"/>
        </w:rPr>
      </w:pPr>
      <w:r>
        <w:rPr>
          <w:lang w:val="en-US"/>
        </w:rPr>
        <w:t xml:space="preserve">Praktische Erfahrungen mit der Beschaffung von Verteidigungsgütern im Zusammenhang mit Verteidigungssystemen wären von großem Vorteil. </w:t>
      </w:r>
    </w:p>
    <w:p w14:paraId="17028454" w14:textId="77777777" w:rsidR="005F47C1" w:rsidRDefault="005F47C1" w:rsidP="00527473">
      <w:pPr>
        <w:spacing w:after="0"/>
        <w:rPr>
          <w:lang w:val="en-US"/>
        </w:rPr>
      </w:pPr>
      <w:r>
        <w:rPr>
          <w:lang w:val="en-US"/>
        </w:rPr>
        <w:t xml:space="preserve">Praktische Erfahrung im Projektmanagement wäre von großem Vorteil. </w:t>
      </w:r>
    </w:p>
    <w:p w14:paraId="12DBCF89" w14:textId="77777777" w:rsidR="005F47C1" w:rsidRDefault="005F47C1" w:rsidP="00527473">
      <w:pPr>
        <w:spacing w:after="0"/>
        <w:rPr>
          <w:lang w:val="en-US"/>
        </w:rPr>
      </w:pPr>
      <w:r>
        <w:rPr>
          <w:lang w:val="en-US"/>
        </w:rPr>
        <w:t xml:space="preserve">Erfahrung im IT-Management und in der Entwicklung und Umsetzung von Verfahren und (elektronischen) Systemen zur Gewährleistung des Managements sensibler Informationen wäre von Vorteil. </w:t>
      </w:r>
    </w:p>
    <w:p w14:paraId="6D58CCCA" w14:textId="77777777" w:rsidR="005F47C1" w:rsidRDefault="005F47C1" w:rsidP="00527473">
      <w:pPr>
        <w:spacing w:after="0"/>
        <w:rPr>
          <w:lang w:val="en-US"/>
        </w:rPr>
      </w:pPr>
      <w:r>
        <w:rPr>
          <w:lang w:val="en-US"/>
        </w:rPr>
        <w:t>Für die Ausübung der Tätigkeit erforderliche Sprachkenntnisse</w:t>
      </w:r>
    </w:p>
    <w:p w14:paraId="035B37B7" w14:textId="77777777" w:rsidR="005F47C1" w:rsidRDefault="005F47C1" w:rsidP="00527473">
      <w:pPr>
        <w:spacing w:after="0"/>
        <w:rPr>
          <w:lang w:val="en-US"/>
        </w:rPr>
      </w:pPr>
      <w:r>
        <w:rPr>
          <w:lang w:val="en-US"/>
        </w:rPr>
        <w:t xml:space="preserve">Gute Englischkenntnisse sind für die Wahrnehmung der Aufgaben und die effiziente Kommunikation mit internen und externen Interessenträgern erforderlich.  </w:t>
      </w:r>
    </w:p>
    <w:p w14:paraId="72AEA29E" w14:textId="77777777" w:rsidR="005F47C1" w:rsidRDefault="005F47C1" w:rsidP="00527473">
      <w:pPr>
        <w:spacing w:after="0"/>
        <w:rPr>
          <w:lang w:val="en-US"/>
        </w:rPr>
      </w:pPr>
      <w:r>
        <w:rPr>
          <w:lang w:val="en-US"/>
        </w:rPr>
        <w:t>Die Stelle setzt voraus, dass die Bewerber über eine gültige Sicherheitsermächtigung (PSC) des Geheimhaltungsgrads „SECRET UE/EU SECRET“ verfügen.</w:t>
      </w:r>
    </w:p>
    <w:p w14:paraId="7DFF067A" w14:textId="5D7528E4"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5F47C1"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5F47C1"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5F47C1"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5F47C1"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5F47C1"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5F47C1"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5F47C1"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5F47C1"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5F47C1"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5F47C1"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B2BB1"/>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5F47C1"/>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691D434A-1C33-4FE6-877E-0D2036D725C9}"/>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10</Pages>
  <Words>4053</Words>
  <Characters>23103</Characters>
  <Application>Microsoft Office Word</Application>
  <DocSecurity>4</DocSecurity>
  <PresentationFormat>Microsoft Word 14.0</PresentationFormat>
  <Lines>192</Lines>
  <Paragraphs>54</Paragraphs>
  <ScaleCrop>true</ScaleCrop>
  <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2026-02-11T14:11:00Z</dcterms:created>
  <dcterms:modified xsi:type="dcterms:W3CDTF">2026-02-11T14:11:00Z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